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76A09" w14:textId="7777777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2D6F74">
        <w:rPr>
          <w:rFonts w:ascii="Corbel" w:hAnsi="Corbel"/>
          <w:bCs/>
          <w:i/>
        </w:rPr>
        <w:t>Załącznik nr 1.5 do Zarządzenia Rektora UR  nr 12/2019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2983781D" w14:textId="77777777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6F74">
        <w:rPr>
          <w:rFonts w:ascii="Corbel" w:hAnsi="Corbel"/>
          <w:smallCaps/>
          <w:sz w:val="24"/>
          <w:szCs w:val="24"/>
        </w:rPr>
        <w:t>2020-2022</w:t>
      </w:r>
    </w:p>
    <w:p w14:paraId="33A3CA27" w14:textId="77777777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sz w:val="20"/>
          <w:szCs w:val="20"/>
        </w:rPr>
        <w:t>Rok akademicki: 2021/2022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2D6F74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77777777" w:rsidR="0085747A" w:rsidRPr="002D6F74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77777777" w:rsidR="0085747A" w:rsidRPr="002D6F74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065653F3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</w:t>
            </w:r>
            <w:r w:rsidRPr="002D6F74">
              <w:rPr>
                <w:rFonts w:ascii="Corbel" w:hAnsi="Corbel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6F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6F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77777777" w:rsidR="00C61DC5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  <w:r w:rsidR="00E974EA" w:rsidRPr="002D6F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 M., Negocjacje i mediacje w sferze publicznej,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Gmurzyńska E., Morek R., Mediacje. Teoria i praktyka,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728C555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Moore Ch.W., Mediacje. Praktyczne strategie rozwiązywania konfliktów, Wolters Kluwer, Warszawa 2009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Bobrowicz M., Mediacja. Jestem za,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 M., Raszewska-Skałecka R., Płaszczyzny konfliktów w administracji publicznej, Wolters Kluwer, Warszawa 2010</w:t>
            </w:r>
          </w:p>
          <w:p w14:paraId="1C620E46" w14:textId="6216B863" w:rsidR="00556556" w:rsidRPr="002D6F74" w:rsidRDefault="00556556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2010, Negocjacje w biznesie a praktyka na rynku pracy. Studencka Akademia Umiejętności, Uniwersytet Rzeszowski, Rzeszów.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92E30" w14:textId="77777777" w:rsidR="00C255B9" w:rsidRDefault="00C255B9" w:rsidP="00C16ABF">
      <w:pPr>
        <w:spacing w:after="0" w:line="240" w:lineRule="auto"/>
      </w:pPr>
      <w:r>
        <w:separator/>
      </w:r>
    </w:p>
  </w:endnote>
  <w:endnote w:type="continuationSeparator" w:id="0">
    <w:p w14:paraId="391D1D80" w14:textId="77777777" w:rsidR="00C255B9" w:rsidRDefault="00C25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6C872" w14:textId="77777777" w:rsidR="00C255B9" w:rsidRDefault="00C255B9" w:rsidP="00C16ABF">
      <w:pPr>
        <w:spacing w:after="0" w:line="240" w:lineRule="auto"/>
      </w:pPr>
      <w:r>
        <w:separator/>
      </w:r>
    </w:p>
  </w:footnote>
  <w:footnote w:type="continuationSeparator" w:id="0">
    <w:p w14:paraId="570AB1D7" w14:textId="77777777" w:rsidR="00C255B9" w:rsidRDefault="00C255B9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B1F01D1E-B20C-4ACA-9FB5-AF470172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3DEDB-1417-4052-9899-75CE0F584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29B99-1553-4D9F-91F8-6137FD0B24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5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32</cp:revision>
  <cp:lastPrinted>2019-02-06T12:12:00Z</cp:lastPrinted>
  <dcterms:created xsi:type="dcterms:W3CDTF">2020-09-30T13:29:00Z</dcterms:created>
  <dcterms:modified xsi:type="dcterms:W3CDTF">2020-12-13T10:46:00Z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